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95"/>
        <w:tblW w:w="10108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3.95pt;margin-top:-53.85pt;width:486pt;height:54pt;z-index:251658240" strokecolor="white">
                  <v:textbox>
                    <w:txbxContent>
                      <w:p w:rsidR="00C0398D" w:rsidRPr="00846DF0" w:rsidRDefault="00C0398D" w:rsidP="00846DF0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846DF0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C0398D" w:rsidRPr="00846DF0" w:rsidRDefault="00C0398D" w:rsidP="00846DF0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846DF0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8 клаасс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6</w: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4</w: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7</w: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8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</w: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9</w:t>
            </w: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2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5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3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10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11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13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12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</w:pPr>
            <w:r w:rsidRPr="00417FB3">
              <w:rPr>
                <w:vertAlign w:val="superscript"/>
              </w:rPr>
              <w:t>14</w:t>
            </w: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  <w:tr w:rsidR="00C0398D" w:rsidRPr="00417FB3" w:rsidTr="00846DF0">
        <w:trPr>
          <w:trHeight w:hRule="exact" w:val="526"/>
        </w:trPr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  <w:tc>
          <w:tcPr>
            <w:tcW w:w="532" w:type="dxa"/>
            <w:shd w:val="clear" w:color="auto" w:fill="BBBBBB"/>
            <w:vAlign w:val="center"/>
          </w:tcPr>
          <w:p w:rsidR="00C0398D" w:rsidRPr="00417FB3" w:rsidRDefault="00C0398D" w:rsidP="00846DF0">
            <w:pPr>
              <w:pStyle w:val="BodyText"/>
              <w:jc w:val="center"/>
            </w:pPr>
          </w:p>
        </w:tc>
      </w:tr>
    </w:tbl>
    <w:p w:rsidR="00C0398D" w:rsidRDefault="00C0398D">
      <w:pPr>
        <w:pStyle w:val="BodyText"/>
      </w:pPr>
    </w:p>
    <w:tbl>
      <w:tblPr>
        <w:tblW w:w="0" w:type="auto"/>
        <w:tblLook w:val="0000"/>
      </w:tblPr>
      <w:tblGrid>
        <w:gridCol w:w="2629"/>
        <w:gridCol w:w="2307"/>
      </w:tblGrid>
      <w:tr w:rsidR="00C0398D" w:rsidRPr="00417FB3">
        <w:tc>
          <w:tcPr>
            <w:tcW w:w="0" w:type="auto"/>
          </w:tcPr>
          <w:p w:rsidR="00C0398D" w:rsidRPr="00846DF0" w:rsidRDefault="00C0398D">
            <w:pPr>
              <w:pStyle w:val="BodyText"/>
              <w:rPr>
                <w:color w:val="000080"/>
                <w:sz w:val="32"/>
                <w:szCs w:val="32"/>
              </w:rPr>
            </w:pPr>
            <w:r w:rsidRPr="00846DF0">
              <w:rPr>
                <w:color w:val="000080"/>
                <w:sz w:val="32"/>
                <w:szCs w:val="32"/>
              </w:rPr>
              <w:t>По горизонтали:</w:t>
            </w:r>
          </w:p>
        </w:tc>
        <w:tc>
          <w:tcPr>
            <w:tcW w:w="0" w:type="auto"/>
          </w:tcPr>
          <w:p w:rsidR="00C0398D" w:rsidRPr="00846DF0" w:rsidRDefault="00C0398D">
            <w:pPr>
              <w:pStyle w:val="BodyText"/>
              <w:rPr>
                <w:color w:val="000080"/>
                <w:sz w:val="32"/>
                <w:szCs w:val="32"/>
              </w:rPr>
            </w:pPr>
            <w:r w:rsidRPr="00846DF0">
              <w:rPr>
                <w:color w:val="000080"/>
                <w:sz w:val="32"/>
                <w:szCs w:val="32"/>
              </w:rPr>
              <w:t>По вертикали:</w:t>
            </w:r>
          </w:p>
        </w:tc>
      </w:tr>
      <w:tr w:rsidR="00C0398D" w:rsidRPr="00417FB3">
        <w:tc>
          <w:tcPr>
            <w:tcW w:w="0" w:type="auto"/>
          </w:tcPr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2. неправильная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3. луч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8. пропорция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10. сложение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11. четыре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12. квадрат</w:t>
            </w:r>
          </w:p>
          <w:p w:rsidR="00C0398D" w:rsidRPr="00846DF0" w:rsidRDefault="00C0398D">
            <w:pPr>
              <w:pStyle w:val="BodyText"/>
              <w:rPr>
                <w:color w:val="000080"/>
              </w:rPr>
            </w:pPr>
            <w:r w:rsidRPr="00846DF0">
              <w:rPr>
                <w:color w:val="000080"/>
              </w:rPr>
              <w:t>14. выпуклый</w:t>
            </w:r>
          </w:p>
        </w:tc>
        <w:tc>
          <w:tcPr>
            <w:tcW w:w="0" w:type="auto"/>
          </w:tcPr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1. одночлен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4. хорда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5. процент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6. геометрия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7. уравнение</w:t>
            </w:r>
          </w:p>
          <w:p w:rsidR="00C0398D" w:rsidRPr="00846DF0" w:rsidRDefault="00C0398D">
            <w:pPr>
              <w:pStyle w:val="BodyText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9. гипотенуза</w:t>
            </w:r>
          </w:p>
          <w:p w:rsidR="00C0398D" w:rsidRPr="00846DF0" w:rsidRDefault="00C0398D">
            <w:pPr>
              <w:pStyle w:val="BodyText"/>
              <w:rPr>
                <w:color w:val="000080"/>
              </w:rPr>
            </w:pPr>
            <w:r w:rsidRPr="00846DF0">
              <w:rPr>
                <w:color w:val="000080"/>
              </w:rPr>
              <w:t>10. смежные</w:t>
            </w:r>
          </w:p>
          <w:p w:rsidR="00C0398D" w:rsidRPr="00846DF0" w:rsidRDefault="00C0398D">
            <w:pPr>
              <w:pStyle w:val="BodyText"/>
              <w:rPr>
                <w:color w:val="000080"/>
              </w:rPr>
            </w:pPr>
            <w:r w:rsidRPr="00846DF0">
              <w:rPr>
                <w:color w:val="000080"/>
              </w:rPr>
              <w:t>13. радиус</w:t>
            </w:r>
          </w:p>
        </w:tc>
      </w:tr>
    </w:tbl>
    <w:p w:rsidR="00C0398D" w:rsidRDefault="00C0398D"/>
    <w:sectPr w:rsidR="00C0398D" w:rsidSect="00C6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C4A31"/>
    <w:rsid w:val="00417FB3"/>
    <w:rsid w:val="004E29B3"/>
    <w:rsid w:val="00590D07"/>
    <w:rsid w:val="00784D58"/>
    <w:rsid w:val="00835064"/>
    <w:rsid w:val="00846DF0"/>
    <w:rsid w:val="008D6863"/>
    <w:rsid w:val="00B86B75"/>
    <w:rsid w:val="00BC48D5"/>
    <w:rsid w:val="00C0398D"/>
    <w:rsid w:val="00C36279"/>
    <w:rsid w:val="00C60D74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91</Words>
  <Characters>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2012-08-22T07:07:00Z</dcterms:created>
  <dcterms:modified xsi:type="dcterms:W3CDTF">2012-08-22T07:33:00Z</dcterms:modified>
</cp:coreProperties>
</file>